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966315" w:rsidRDefault="001A3DBF" w:rsidP="005C7AFF">
      <w:pPr>
        <w:jc w:val="right"/>
        <w:rPr>
          <w:rFonts w:ascii="Calibri" w:hAnsi="Calibri" w:cs="Calibri"/>
          <w:b/>
          <w:sz w:val="22"/>
          <w:szCs w:val="16"/>
        </w:rPr>
      </w:pPr>
      <w:r w:rsidRPr="00966315">
        <w:rPr>
          <w:rFonts w:ascii="Calibri" w:hAnsi="Calibri" w:cs="Calibri"/>
          <w:b/>
          <w:sz w:val="22"/>
          <w:szCs w:val="16"/>
        </w:rPr>
        <w:t xml:space="preserve">Anexa </w:t>
      </w:r>
      <w:r w:rsidR="00966315" w:rsidRPr="00966315">
        <w:rPr>
          <w:rFonts w:ascii="Calibri" w:hAnsi="Calibri" w:cs="Calibri"/>
          <w:b/>
          <w:sz w:val="22"/>
          <w:szCs w:val="16"/>
        </w:rPr>
        <w:t>1</w:t>
      </w:r>
      <w:r w:rsidR="0059705E">
        <w:rPr>
          <w:rFonts w:ascii="Calibri" w:hAnsi="Calibri" w:cs="Calibri"/>
          <w:b/>
          <w:sz w:val="22"/>
          <w:szCs w:val="16"/>
        </w:rPr>
        <w:t>7</w:t>
      </w:r>
    </w:p>
    <w:p w:rsidR="001A3DBF" w:rsidRDefault="001A3DBF" w:rsidP="005C7AFF">
      <w:pPr>
        <w:jc w:val="right"/>
        <w:rPr>
          <w:rFonts w:ascii="Calibri" w:hAnsi="Calibri" w:cs="Calibri"/>
          <w:sz w:val="16"/>
          <w:szCs w:val="16"/>
        </w:rPr>
      </w:pPr>
    </w:p>
    <w:p w:rsidR="001A3DBF" w:rsidRPr="00211D38" w:rsidRDefault="001A3DBF" w:rsidP="001A3DBF">
      <w:pPr>
        <w:pStyle w:val="criterii"/>
        <w:numPr>
          <w:ilvl w:val="0"/>
          <w:numId w:val="0"/>
        </w:numPr>
        <w:spacing w:before="0" w:after="0"/>
        <w:jc w:val="right"/>
        <w:rPr>
          <w:rFonts w:ascii="Arial Narrow" w:hAnsi="Arial Narrow"/>
          <w:sz w:val="24"/>
        </w:rPr>
      </w:pPr>
    </w:p>
    <w:p w:rsidR="001A3DBF" w:rsidRPr="001E1343" w:rsidRDefault="001A3DBF" w:rsidP="001A3DB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1E1343">
        <w:rPr>
          <w:rFonts w:ascii="Calibri" w:hAnsi="Calibri" w:cs="Calibri"/>
          <w:sz w:val="24"/>
        </w:rPr>
        <w:t>Tabel centralizator numere cadastrale şi obiective de investiţie</w:t>
      </w:r>
    </w:p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1A3DBF">
      <w:pPr>
        <w:rPr>
          <w:rFonts w:ascii="Calibri" w:hAnsi="Calibri" w:cs="Calibri"/>
        </w:rPr>
      </w:pPr>
    </w:p>
    <w:tbl>
      <w:tblPr>
        <w:tblW w:w="9762" w:type="dxa"/>
        <w:tblInd w:w="-1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1A3DBF" w:rsidRPr="001E1343" w:rsidTr="001E1343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1A3DBF" w:rsidRPr="001E1343" w:rsidRDefault="001A3DBF" w:rsidP="001E1343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Suprafaţă</w:t>
            </w:r>
          </w:p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(mp)</w:t>
            </w:r>
            <w:r w:rsid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</w:t>
            </w:r>
            <w:r w:rsidR="006617BD" w:rsidRPr="006617BD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teren si /sau clădire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Obiectiv de investiţie aferent proiectului*</w:t>
            </w:r>
          </w:p>
          <w:p w:rsidR="001A3DBF" w:rsidRPr="001E1343" w:rsidRDefault="001A3DBF" w:rsidP="001E1343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Istoric (dacă este cazul). </w:t>
            </w:r>
          </w:p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1A3DBF" w:rsidRPr="001E1343" w:rsidTr="001E1343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DBF" w:rsidRPr="001E1343" w:rsidRDefault="001A3DBF" w:rsidP="001E1343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  <w:tr w:rsidR="001A3DBF" w:rsidRPr="001E1343" w:rsidTr="001E1343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A3DBF" w:rsidRPr="001E1343" w:rsidRDefault="001A3DBF" w:rsidP="001E1343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1E1343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</w:tr>
    </w:tbl>
    <w:p w:rsidR="001A3DBF" w:rsidRPr="001E1343" w:rsidRDefault="001A3DBF" w:rsidP="001A3DBF">
      <w:pPr>
        <w:rPr>
          <w:rFonts w:ascii="Calibri" w:hAnsi="Calibri" w:cs="Calibri"/>
        </w:rPr>
      </w:pPr>
    </w:p>
    <w:p w:rsidR="001A3DBF" w:rsidRPr="001E1343" w:rsidRDefault="001A3DBF" w:rsidP="006617BD">
      <w:pPr>
        <w:jc w:val="both"/>
        <w:rPr>
          <w:rFonts w:ascii="Calibri" w:hAnsi="Calibri" w:cs="Calibri"/>
        </w:rPr>
      </w:pPr>
      <w:r w:rsidRPr="001E1343">
        <w:rPr>
          <w:rFonts w:ascii="Calibri" w:eastAsia="Calibri" w:hAnsi="Calibri" w:cs="Calibri"/>
          <w:b/>
          <w:bCs/>
          <w:color w:val="000000"/>
          <w:lang w:eastAsia="ro-RO"/>
        </w:rPr>
        <w:t>*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În coloana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val="en-US" w:eastAsia="ro-RO"/>
        </w:rPr>
        <w:t>“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 xml:space="preserve">(teren/cladire) identificate prin extrasele de carte funciară, </w:t>
      </w:r>
      <w:r w:rsidR="006617BD" w:rsidRPr="006617BD">
        <w:rPr>
          <w:rFonts w:ascii="Calibri" w:hAnsi="Calibri" w:cs="Calibri"/>
          <w:bCs/>
          <w:color w:val="000000"/>
          <w:sz w:val="20"/>
          <w:szCs w:val="20"/>
          <w:lang w:eastAsia="ro-RO"/>
        </w:rPr>
        <w:t>s</w:t>
      </w:r>
      <w:r w:rsidR="006617BD" w:rsidRP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</w:t>
      </w:r>
      <w:r w:rsidR="006617BD">
        <w:rPr>
          <w:rFonts w:ascii="Calibri" w:eastAsia="Calibri" w:hAnsi="Calibri" w:cs="Calibri"/>
          <w:bCs/>
          <w:color w:val="000000"/>
          <w:sz w:val="20"/>
          <w:szCs w:val="20"/>
          <w:lang w:eastAsia="ro-RO"/>
        </w:rPr>
        <w:t>.</w:t>
      </w:r>
    </w:p>
    <w:p w:rsidR="001A3DBF" w:rsidRPr="001E1343" w:rsidRDefault="001A3DBF" w:rsidP="001A3DBF">
      <w:pPr>
        <w:jc w:val="both"/>
        <w:rPr>
          <w:rFonts w:ascii="Calibri" w:hAnsi="Calibri" w:cs="Calibri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09018B" w:rsidRDefault="0009018B" w:rsidP="00376CFE"/>
    <w:p w:rsidR="0009018B" w:rsidRDefault="0009018B" w:rsidP="00376CFE"/>
    <w:p w:rsidR="0009018B" w:rsidRDefault="0009018B" w:rsidP="00376CFE"/>
    <w:p w:rsidR="0009018B" w:rsidRDefault="0009018B" w:rsidP="00376CFE"/>
    <w:p w:rsidR="0009018B" w:rsidRDefault="0009018B" w:rsidP="00376CFE"/>
    <w:p w:rsidR="0009018B" w:rsidRDefault="0009018B" w:rsidP="00376CFE">
      <w:bookmarkStart w:id="0" w:name="_GoBack"/>
      <w:bookmarkEnd w:id="0"/>
    </w:p>
    <w:sectPr w:rsidR="0009018B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B05" w:rsidRDefault="00E37B05">
      <w:r>
        <w:separator/>
      </w:r>
    </w:p>
  </w:endnote>
  <w:endnote w:type="continuationSeparator" w:id="0">
    <w:p w:rsidR="00E37B05" w:rsidRDefault="00E37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6D3B73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6D3B73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B05" w:rsidRDefault="00E37B05">
      <w:r>
        <w:separator/>
      </w:r>
    </w:p>
  </w:footnote>
  <w:footnote w:type="continuationSeparator" w:id="0">
    <w:p w:rsidR="00E37B05" w:rsidRDefault="00E37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6D3B73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9705E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9705E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6D3B73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A3DBF"/>
    <w:rsid w:val="001E1343"/>
    <w:rsid w:val="001E7D06"/>
    <w:rsid w:val="002B3BB9"/>
    <w:rsid w:val="002E07E9"/>
    <w:rsid w:val="002F1246"/>
    <w:rsid w:val="00351F71"/>
    <w:rsid w:val="00376CFE"/>
    <w:rsid w:val="003E2E03"/>
    <w:rsid w:val="00474F02"/>
    <w:rsid w:val="004764BC"/>
    <w:rsid w:val="00523BEA"/>
    <w:rsid w:val="0059705E"/>
    <w:rsid w:val="005A6B00"/>
    <w:rsid w:val="005C21C9"/>
    <w:rsid w:val="005C7AFF"/>
    <w:rsid w:val="00643AC4"/>
    <w:rsid w:val="006617BD"/>
    <w:rsid w:val="006B79B9"/>
    <w:rsid w:val="006D3B73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66315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37B05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101F37D-11F4-4E3D-8DB5-A5ACA8A7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1A3DBF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008F6-3CB5-40C4-A1B3-E463268A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94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644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2023-09-07T08:40:00Z</dcterms:created>
  <dcterms:modified xsi:type="dcterms:W3CDTF">2023-09-07T08:40:00Z</dcterms:modified>
</cp:coreProperties>
</file>